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237" w:type="dxa"/>
        <w:tblInd w:w="3794" w:type="dxa"/>
        <w:tblLook w:val="01E0" w:firstRow="1" w:lastRow="1" w:firstColumn="1" w:lastColumn="1" w:noHBand="0" w:noVBand="0"/>
      </w:tblPr>
      <w:tblGrid>
        <w:gridCol w:w="6237"/>
      </w:tblGrid>
      <w:tr w:rsidR="00646D63" w14:paraId="0229200E" w14:textId="77777777" w:rsidTr="00646D63">
        <w:trPr>
          <w:trHeight w:val="319"/>
        </w:trPr>
        <w:tc>
          <w:tcPr>
            <w:tcW w:w="6237" w:type="dxa"/>
            <w:hideMark/>
          </w:tcPr>
          <w:p w14:paraId="0C24FDCC" w14:textId="77777777" w:rsidR="00646D63" w:rsidRDefault="00646D63">
            <w:pPr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  <w:lang w:val="en-US"/>
              </w:rPr>
              <w:tab/>
            </w:r>
            <w:r>
              <w:rPr>
                <w:rFonts w:ascii="Tahoma" w:hAnsi="Tahoma" w:cs="Tahoma"/>
                <w:lang w:val="en-US"/>
              </w:rPr>
              <w:tab/>
            </w:r>
            <w:r>
              <w:rPr>
                <w:rFonts w:ascii="Tahoma" w:hAnsi="Tahoma" w:cs="Tahoma"/>
              </w:rPr>
              <w:t xml:space="preserve">                                                           Приложение № 2 </w:t>
            </w:r>
          </w:p>
        </w:tc>
      </w:tr>
      <w:tr w:rsidR="00646D63" w14:paraId="0E1C9FDD" w14:textId="77777777" w:rsidTr="00646D63">
        <w:trPr>
          <w:trHeight w:val="424"/>
        </w:trPr>
        <w:tc>
          <w:tcPr>
            <w:tcW w:w="6237" w:type="dxa"/>
            <w:hideMark/>
          </w:tcPr>
          <w:p w14:paraId="7EBF5B40" w14:textId="77777777" w:rsidR="00646D63" w:rsidRDefault="00646D6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 Договору </w:t>
            </w:r>
            <w:r>
              <w:rPr>
                <w:rFonts w:ascii="Tahoma" w:hAnsi="Tahoma" w:cs="Tahoma"/>
                <w:lang w:val="en-US"/>
              </w:rPr>
              <w:t>___________________________</w:t>
            </w:r>
            <w:r>
              <w:rPr>
                <w:rFonts w:ascii="Tahoma" w:hAnsi="Tahoma" w:cs="Tahoma"/>
              </w:rPr>
              <w:t xml:space="preserve"> № _____</w:t>
            </w:r>
          </w:p>
        </w:tc>
      </w:tr>
      <w:tr w:rsidR="00646D63" w14:paraId="2100F3DF" w14:textId="77777777" w:rsidTr="00646D63">
        <w:trPr>
          <w:trHeight w:val="201"/>
        </w:trPr>
        <w:tc>
          <w:tcPr>
            <w:tcW w:w="6237" w:type="dxa"/>
            <w:hideMark/>
          </w:tcPr>
          <w:p w14:paraId="7B2DA431" w14:textId="77777777" w:rsidR="00646D63" w:rsidRDefault="00646D6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3C988675" w14:textId="77777777" w:rsidR="00646D63" w:rsidRDefault="00646D63" w:rsidP="00646D63">
      <w:pPr>
        <w:jc w:val="both"/>
        <w:rPr>
          <w:rFonts w:ascii="Tahoma" w:hAnsi="Tahoma" w:cs="Tahoma"/>
        </w:rPr>
      </w:pPr>
    </w:p>
    <w:p w14:paraId="426B052E" w14:textId="77777777" w:rsidR="00646D63" w:rsidRDefault="00646D63" w:rsidP="00646D63">
      <w:pPr>
        <w:jc w:val="both"/>
        <w:rPr>
          <w:rFonts w:ascii="Tahoma" w:hAnsi="Tahoma" w:cs="Tahoma"/>
        </w:rPr>
      </w:pPr>
    </w:p>
    <w:p w14:paraId="7685B51A" w14:textId="783E57DE" w:rsidR="00C72A31" w:rsidRDefault="00C72A31" w:rsidP="00646D63">
      <w:pPr>
        <w:pStyle w:val="2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(Рекомендуемая форма)</w:t>
      </w:r>
    </w:p>
    <w:p w14:paraId="1EB284EA" w14:textId="70187D24" w:rsidR="00646D63" w:rsidRDefault="00646D63" w:rsidP="00646D63">
      <w:pPr>
        <w:pStyle w:val="2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АКТ</w:t>
      </w:r>
    </w:p>
    <w:p w14:paraId="41A1B842" w14:textId="77777777" w:rsidR="00646D63" w:rsidRDefault="00646D63" w:rsidP="00646D63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14:paraId="74269F1B" w14:textId="77777777" w:rsidR="00646D63" w:rsidRDefault="00646D63" w:rsidP="00646D63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И  ЭКСПЛУАТАЦИОННОЙ ОТВЕТСТВЕННОСТИ СТОРОН</w:t>
      </w:r>
    </w:p>
    <w:p w14:paraId="08B2B491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4AC5C56A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«_______»_______________________20___г.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г._______________________________        </w:t>
      </w:r>
    </w:p>
    <w:p w14:paraId="203349D4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</w:t>
      </w:r>
    </w:p>
    <w:p w14:paraId="6AA40714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31B08BE5" w14:textId="77777777" w:rsidR="00646D63" w:rsidRDefault="00646D63" w:rsidP="00646D63">
      <w:pPr>
        <w:pStyle w:val="2"/>
        <w:spacing w:line="36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Границей балансовой принадлежности тепловых сетей и эксплуатационной  ответственности  Сторон является:  </w:t>
      </w:r>
    </w:p>
    <w:p w14:paraId="5CF38CCF" w14:textId="77777777" w:rsidR="00646D63" w:rsidRDefault="00646D63" w:rsidP="00646D63">
      <w:pPr>
        <w:pStyle w:val="2"/>
        <w:spacing w:line="360" w:lineRule="auto"/>
        <w:ind w:firstLine="709"/>
        <w:jc w:val="both"/>
        <w:rPr>
          <w:rFonts w:ascii="Tahoma" w:hAnsi="Tahoma" w:cs="Tahoma"/>
        </w:rPr>
      </w:pPr>
    </w:p>
    <w:p w14:paraId="066DB905" w14:textId="77777777" w:rsidR="00646D63" w:rsidRDefault="00646D63" w:rsidP="00646D63">
      <w:pPr>
        <w:pStyle w:val="2"/>
        <w:spacing w:line="360" w:lineRule="auto"/>
        <w:ind w:firstLine="709"/>
        <w:jc w:val="both"/>
        <w:rPr>
          <w:rFonts w:ascii="Tahoma" w:hAnsi="Tahoma" w:cs="Tahoma"/>
        </w:rPr>
      </w:pPr>
    </w:p>
    <w:p w14:paraId="3A5FA3CC" w14:textId="77777777" w:rsidR="00646D63" w:rsidRDefault="00646D63" w:rsidP="00646D63">
      <w:pPr>
        <w:pStyle w:val="2"/>
        <w:ind w:firstLine="720"/>
        <w:jc w:val="both"/>
        <w:rPr>
          <w:rFonts w:ascii="Tahoma" w:hAnsi="Tahoma" w:cs="Tahoma"/>
        </w:rPr>
      </w:pPr>
    </w:p>
    <w:p w14:paraId="021B9EAE" w14:textId="77777777" w:rsidR="00646D63" w:rsidRDefault="00646D63" w:rsidP="00646D63">
      <w:pPr>
        <w:pStyle w:val="2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Операции в тепловой системе, ремонты всех видов, надзор и содержание производятся силами и средствами каждой из Сторон по балансовой принадлежности. </w:t>
      </w:r>
    </w:p>
    <w:p w14:paraId="78A33D51" w14:textId="77777777" w:rsidR="00646D63" w:rsidRDefault="00646D63" w:rsidP="00646D63">
      <w:pPr>
        <w:pStyle w:val="2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Другие замечания и уточнения по установлению границ раздела между сетями:</w:t>
      </w:r>
    </w:p>
    <w:p w14:paraId="297450E7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6E507DB7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20F3C07B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422BF0D8" w14:textId="77777777" w:rsidR="00646D63" w:rsidRDefault="00646D63" w:rsidP="00646D63">
      <w:pPr>
        <w:pStyle w:val="2"/>
        <w:ind w:firstLine="709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Схема присоединения Исполнителя: _________________________________________________________________</w:t>
      </w:r>
    </w:p>
    <w:p w14:paraId="2AC37738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27C176A3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43F11625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12EB557F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693BAA9F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ГРАФИЧЕСКАЯ СХЕМА</w:t>
      </w:r>
    </w:p>
    <w:p w14:paraId="310D8C86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6FD4C6B2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50D78895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779FA7F3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42FAFDBA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31E4AA5A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Сети ____________________________________показаны _______________________________________цветом</w:t>
      </w:r>
    </w:p>
    <w:p w14:paraId="2C681A1C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</w:p>
    <w:p w14:paraId="30BE6EBA" w14:textId="77777777" w:rsidR="00646D63" w:rsidRDefault="00646D63" w:rsidP="00646D63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Сети ____________________________________показаны _______________________________________цветом</w:t>
      </w:r>
    </w:p>
    <w:p w14:paraId="14AAA526" w14:textId="77777777" w:rsidR="00646D63" w:rsidRDefault="00646D63" w:rsidP="00646D63">
      <w:pPr>
        <w:pStyle w:val="2"/>
        <w:jc w:val="both"/>
        <w:rPr>
          <w:rFonts w:ascii="Tahoma" w:hAnsi="Tahoma" w:cs="Tahoma"/>
        </w:rPr>
      </w:pPr>
    </w:p>
    <w:p w14:paraId="3CBC0E3B" w14:textId="77777777" w:rsidR="00646D63" w:rsidRDefault="00646D63" w:rsidP="00646D63">
      <w:pPr>
        <w:pStyle w:val="1"/>
        <w:ind w:firstLine="567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 xml:space="preserve">Теплоснабжающая организация: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>Исполнитель:</w:t>
      </w:r>
    </w:p>
    <w:p w14:paraId="157ABDD6" w14:textId="77777777" w:rsidR="00646D63" w:rsidRDefault="00646D63" w:rsidP="00646D63">
      <w:pPr>
        <w:ind w:firstLine="567"/>
        <w:rPr>
          <w:rFonts w:ascii="Tahoma" w:hAnsi="Tahoma" w:cs="Tahoma"/>
        </w:rPr>
      </w:pPr>
    </w:p>
    <w:p w14:paraId="1CEB929D" w14:textId="27310CCD" w:rsidR="00646D63" w:rsidRDefault="00646D63" w:rsidP="00646D63">
      <w:pPr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___________________/_______________/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________________/_______________/</w:t>
      </w:r>
    </w:p>
    <w:p w14:paraId="6854285A" w14:textId="082A8B76" w:rsidR="00646D63" w:rsidRDefault="00646D63" w:rsidP="00646D63">
      <w:pPr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М.П.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   М.П.</w:t>
      </w:r>
    </w:p>
    <w:p w14:paraId="7F9CEA98" w14:textId="77777777" w:rsidR="00646D63" w:rsidRDefault="00646D63" w:rsidP="00646D63">
      <w:pPr>
        <w:pStyle w:val="2"/>
        <w:ind w:left="5040" w:firstLine="567"/>
        <w:jc w:val="both"/>
        <w:rPr>
          <w:rFonts w:ascii="Tahoma" w:hAnsi="Tahoma" w:cs="Tahoma"/>
        </w:rPr>
      </w:pPr>
    </w:p>
    <w:p w14:paraId="41E0CA9F" w14:textId="77777777" w:rsidR="000209A4" w:rsidRDefault="000209A4"/>
    <w:sectPr w:rsidR="00020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12C2B" w14:textId="77777777" w:rsidR="00AA6048" w:rsidRDefault="00AA6048">
      <w:r>
        <w:separator/>
      </w:r>
    </w:p>
  </w:endnote>
  <w:endnote w:type="continuationSeparator" w:id="0">
    <w:p w14:paraId="0F7A8174" w14:textId="77777777" w:rsidR="00AA6048" w:rsidRDefault="00AA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6902D" w14:textId="77777777" w:rsidR="00AA6048" w:rsidRDefault="00AA6048">
      <w:r>
        <w:separator/>
      </w:r>
    </w:p>
  </w:footnote>
  <w:footnote w:type="continuationSeparator" w:id="0">
    <w:p w14:paraId="5A1A2F10" w14:textId="77777777" w:rsidR="00AA6048" w:rsidRDefault="00AA6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DateAndTime/>
  <w:attachedTemplate r:id="rId1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63"/>
    <w:rsid w:val="000209A4"/>
    <w:rsid w:val="0023109A"/>
    <w:rsid w:val="004B3F67"/>
    <w:rsid w:val="00646D63"/>
    <w:rsid w:val="00826D73"/>
    <w:rsid w:val="008714DA"/>
    <w:rsid w:val="00AA6048"/>
    <w:rsid w:val="00B05BEA"/>
    <w:rsid w:val="00C72A31"/>
    <w:rsid w:val="00EF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D9C3C"/>
  <w15:docId w15:val="{9A13387F-FC8A-4043-964F-B62BAE12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46D63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rsid w:val="00646D63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646D63"/>
    <w:pPr>
      <w:widowControl w:val="0"/>
      <w:snapToGrid w:val="0"/>
      <w:jc w:val="center"/>
    </w:pPr>
  </w:style>
  <w:style w:type="character" w:customStyle="1" w:styleId="20">
    <w:name w:val="Основной текст 2 Знак"/>
    <w:basedOn w:val="a0"/>
    <w:link w:val="2"/>
    <w:semiHidden/>
    <w:rsid w:val="00646D6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заголовок 2"/>
    <w:basedOn w:val="a"/>
    <w:next w:val="a"/>
    <w:rsid w:val="00646D63"/>
    <w:pPr>
      <w:keepNext/>
      <w:widowControl w:val="0"/>
      <w:snapToGrid w:val="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1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A5835D-6459-4A76-9C65-E0D675752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184</Words>
  <Characters>1054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2</cp:revision>
  <dcterms:created xsi:type="dcterms:W3CDTF">2022-02-09T08:28:00Z</dcterms:created>
  <dcterms:modified xsi:type="dcterms:W3CDTF">2022-02-09T08:28:00Z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